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633A9" w14:textId="77777777" w:rsidR="002A0875" w:rsidRPr="0044075F" w:rsidRDefault="0021779B" w:rsidP="0044075F">
      <w:pPr>
        <w:rPr>
          <w:rFonts w:ascii="Garamond" w:hAnsi="Garamond"/>
          <w:b/>
          <w:i/>
          <w:sz w:val="44"/>
          <w:szCs w:val="44"/>
        </w:rPr>
      </w:pPr>
      <w:r>
        <w:rPr>
          <w:rFonts w:ascii="Garamond" w:hAnsi="Garamond"/>
          <w:b/>
          <w:i/>
          <w:sz w:val="44"/>
          <w:szCs w:val="44"/>
        </w:rPr>
        <w:t>Tender Sensitive Heart</w:t>
      </w:r>
    </w:p>
    <w:p w14:paraId="04888C60" w14:textId="77777777" w:rsidR="0084126F" w:rsidRPr="0044075F" w:rsidRDefault="002A0875" w:rsidP="0044075F">
      <w:pPr>
        <w:rPr>
          <w:rFonts w:ascii="Garamond" w:hAnsi="Garamond"/>
          <w:b/>
          <w:i/>
          <w:sz w:val="18"/>
          <w:szCs w:val="18"/>
        </w:rPr>
      </w:pPr>
      <w:r w:rsidRPr="0044075F">
        <w:rPr>
          <w:rFonts w:ascii="Garamond" w:hAnsi="Garamond"/>
          <w:b/>
          <w:i/>
          <w:sz w:val="36"/>
          <w:szCs w:val="36"/>
        </w:rPr>
        <w:t xml:space="preserve"> </w:t>
      </w:r>
      <w:r w:rsidRPr="0044075F">
        <w:rPr>
          <w:rFonts w:ascii="Garamond" w:hAnsi="Garamond"/>
          <w:b/>
          <w:i/>
          <w:sz w:val="18"/>
          <w:szCs w:val="18"/>
        </w:rPr>
        <w:t>(</w:t>
      </w:r>
      <w:r w:rsidR="00105186">
        <w:rPr>
          <w:rFonts w:ascii="Garamond" w:hAnsi="Garamond"/>
          <w:b/>
          <w:i/>
          <w:sz w:val="18"/>
          <w:szCs w:val="18"/>
        </w:rPr>
        <w:t>Michele Wagner/Dwight Lilie</w:t>
      </w:r>
      <w:r w:rsidR="00D25AE5">
        <w:rPr>
          <w:rFonts w:ascii="Garamond" w:hAnsi="Garamond"/>
          <w:b/>
          <w:i/>
          <w:sz w:val="18"/>
          <w:szCs w:val="18"/>
        </w:rPr>
        <w:t>s</w:t>
      </w:r>
      <w:r w:rsidRPr="0044075F">
        <w:rPr>
          <w:rFonts w:ascii="Garamond" w:hAnsi="Garamond"/>
          <w:b/>
          <w:i/>
          <w:sz w:val="18"/>
          <w:szCs w:val="18"/>
        </w:rPr>
        <w:t>)</w:t>
      </w:r>
      <w:r w:rsidR="00EA43FC">
        <w:rPr>
          <w:rFonts w:ascii="Garamond" w:hAnsi="Garamond"/>
          <w:b/>
          <w:i/>
          <w:sz w:val="18"/>
          <w:szCs w:val="18"/>
        </w:rPr>
        <w:t xml:space="preserve">                     Psalm 51:10-12, Ezekiel 36:26, Philippi 3:10-12</w:t>
      </w:r>
    </w:p>
    <w:p w14:paraId="057DF846" w14:textId="77777777" w:rsidR="00840988" w:rsidRDefault="0044075F" w:rsidP="00405550">
      <w:pPr>
        <w:pBdr>
          <w:top w:val="single" w:sz="18" w:space="1" w:color="auto"/>
        </w:pBdr>
        <w:rPr>
          <w:rFonts w:ascii="Garamond" w:hAnsi="Garamond"/>
          <w:b/>
          <w:i/>
          <w:sz w:val="36"/>
          <w:szCs w:val="36"/>
        </w:rPr>
      </w:pPr>
      <w:r>
        <w:rPr>
          <w:rFonts w:ascii="Garamond" w:hAnsi="Garamond"/>
          <w:b/>
          <w:i/>
          <w:sz w:val="36"/>
          <w:szCs w:val="36"/>
        </w:rPr>
        <w:t xml:space="preserve">                      </w:t>
      </w:r>
    </w:p>
    <w:p w14:paraId="227172A5" w14:textId="77777777" w:rsidR="003B13BB" w:rsidRDefault="003B13BB" w:rsidP="003C5042">
      <w:pPr>
        <w:pBdr>
          <w:top w:val="single" w:sz="18" w:space="1" w:color="auto"/>
        </w:pBdr>
        <w:rPr>
          <w:b/>
          <w:i/>
        </w:rPr>
      </w:pPr>
    </w:p>
    <w:p w14:paraId="53B40760" w14:textId="5C757E0C" w:rsidR="003C5042" w:rsidRDefault="0084126F" w:rsidP="003C5042">
      <w:pPr>
        <w:pBdr>
          <w:top w:val="single" w:sz="18" w:space="1" w:color="auto"/>
        </w:pBdr>
        <w:rPr>
          <w:rFonts w:ascii="Garamond" w:hAnsi="Garamond"/>
          <w:b/>
          <w:i/>
          <w:sz w:val="36"/>
          <w:szCs w:val="36"/>
        </w:rPr>
      </w:pPr>
      <w:r>
        <w:rPr>
          <w:b/>
          <w:i/>
        </w:rPr>
        <w:t>Verse</w:t>
      </w:r>
      <w:r w:rsidR="00050153">
        <w:rPr>
          <w:b/>
          <w:i/>
        </w:rPr>
        <w:t xml:space="preserve"> 1:</w:t>
      </w:r>
    </w:p>
    <w:p w14:paraId="3C8BD653" w14:textId="77777777" w:rsidR="00405550" w:rsidRPr="003C5042" w:rsidRDefault="00501823" w:rsidP="003C5042">
      <w:pPr>
        <w:pBdr>
          <w:top w:val="single" w:sz="18" w:space="1" w:color="auto"/>
        </w:pBdr>
        <w:rPr>
          <w:rFonts w:ascii="Garamond" w:hAnsi="Garamond"/>
          <w:b/>
          <w:i/>
          <w:sz w:val="36"/>
          <w:szCs w:val="36"/>
        </w:rPr>
      </w:pPr>
      <w:r>
        <w:t xml:space="preserve">So many </w:t>
      </w:r>
      <w:proofErr w:type="gramStart"/>
      <w:r>
        <w:t>times</w:t>
      </w:r>
      <w:proofErr w:type="gramEnd"/>
      <w:r>
        <w:t xml:space="preserve"> you have called me to follow and enter your work        </w:t>
      </w:r>
    </w:p>
    <w:p w14:paraId="5BAA0FEF" w14:textId="77777777" w:rsidR="00405550" w:rsidRDefault="00501823" w:rsidP="0084126F">
      <w:r>
        <w:t>But I waited, watched and prayed never acting on what I had hear</w:t>
      </w:r>
      <w:r w:rsidR="00405550">
        <w:t>d</w:t>
      </w:r>
    </w:p>
    <w:p w14:paraId="26321F3D" w14:textId="77777777" w:rsidR="002A0875" w:rsidRDefault="00501823" w:rsidP="0084126F">
      <w:r>
        <w:t>I wondered how many moments have slipped through my hesitant hands</w:t>
      </w:r>
      <w:r w:rsidR="002A0875">
        <w:t xml:space="preserve">  </w:t>
      </w:r>
    </w:p>
    <w:p w14:paraId="6BE531B6" w14:textId="77777777" w:rsidR="0034496B" w:rsidRDefault="00501823" w:rsidP="0084126F">
      <w:r>
        <w:t>I wonder how many thoughts of your heart I failed to understand</w:t>
      </w:r>
      <w:r w:rsidR="0056192A">
        <w:t xml:space="preserve"> </w:t>
      </w:r>
    </w:p>
    <w:p w14:paraId="52B1090E" w14:textId="77777777" w:rsidR="002A0875" w:rsidRPr="002A0875" w:rsidRDefault="002A0875" w:rsidP="0084126F">
      <w:pPr>
        <w:rPr>
          <w:b/>
        </w:rPr>
      </w:pPr>
    </w:p>
    <w:p w14:paraId="6CB5342D" w14:textId="77777777" w:rsidR="002A0875" w:rsidRPr="002A0875" w:rsidRDefault="003C5042" w:rsidP="0084126F">
      <w:pPr>
        <w:rPr>
          <w:b/>
          <w:i/>
        </w:rPr>
      </w:pPr>
      <w:r>
        <w:rPr>
          <w:b/>
          <w:i/>
        </w:rPr>
        <w:t>Chorus</w:t>
      </w:r>
    </w:p>
    <w:p w14:paraId="7E9F973B" w14:textId="77777777" w:rsidR="0034496B" w:rsidRDefault="00405550" w:rsidP="0084126F">
      <w:r>
        <w:t xml:space="preserve"> </w:t>
      </w:r>
      <w:r w:rsidR="0034496B">
        <w:t>Give me a</w:t>
      </w:r>
      <w:r w:rsidR="005D2731">
        <w:t xml:space="preserve"> Tender Sensitive Heart that I may hear your voice</w:t>
      </w:r>
      <w:r w:rsidR="0056192A">
        <w:t xml:space="preserve"> </w:t>
      </w:r>
    </w:p>
    <w:p w14:paraId="4B79C06C" w14:textId="77777777" w:rsidR="0084126F" w:rsidRPr="00881AAD" w:rsidRDefault="0034496B" w:rsidP="0084126F">
      <w:pPr>
        <w:rPr>
          <w:b/>
        </w:rPr>
      </w:pPr>
      <w:r>
        <w:t xml:space="preserve">Give me a </w:t>
      </w:r>
      <w:r w:rsidR="00D37AAD">
        <w:t xml:space="preserve">Tender Sensitive Heart </w:t>
      </w:r>
      <w:r w:rsidR="005D2731">
        <w:t>letting your wisdom guide my choice</w:t>
      </w:r>
    </w:p>
    <w:p w14:paraId="18D7D12B" w14:textId="77777777" w:rsidR="00840988" w:rsidRDefault="005D2731" w:rsidP="0084126F">
      <w:r>
        <w:t>Moved by your slightest touch that I may know your way</w:t>
      </w:r>
      <w:r w:rsidR="0056192A">
        <w:t xml:space="preserve"> </w:t>
      </w:r>
    </w:p>
    <w:p w14:paraId="2A80219C" w14:textId="77777777" w:rsidR="004362DC" w:rsidRDefault="00840988" w:rsidP="002D41F8">
      <w:r>
        <w:t xml:space="preserve">Give me a </w:t>
      </w:r>
      <w:r w:rsidR="005D2731">
        <w:t>Tender Sensitive Heart,</w:t>
      </w:r>
      <w:r w:rsidR="00346BB3">
        <w:t xml:space="preserve"> Jesus I p</w:t>
      </w:r>
      <w:r w:rsidR="002D41F8">
        <w:t>ray</w:t>
      </w:r>
    </w:p>
    <w:p w14:paraId="10961FFD" w14:textId="77777777" w:rsidR="00405550" w:rsidRDefault="004D1F69" w:rsidP="002D41F8">
      <w:r>
        <w:t xml:space="preserve">                   </w:t>
      </w:r>
      <w:r w:rsidR="00405550">
        <w:t xml:space="preserve">                           </w:t>
      </w:r>
    </w:p>
    <w:p w14:paraId="6A55D6DE" w14:textId="58BEDB22" w:rsidR="00405550" w:rsidRPr="00405550" w:rsidRDefault="002D41F8" w:rsidP="002D41F8">
      <w:r w:rsidRPr="004362DC">
        <w:rPr>
          <w:b/>
          <w:i/>
        </w:rPr>
        <w:t>Verse</w:t>
      </w:r>
      <w:r w:rsidR="003C5042">
        <w:rPr>
          <w:b/>
          <w:i/>
        </w:rPr>
        <w:t xml:space="preserve"> </w:t>
      </w:r>
      <w:r w:rsidR="00050153">
        <w:rPr>
          <w:b/>
          <w:i/>
        </w:rPr>
        <w:t>2:</w:t>
      </w:r>
    </w:p>
    <w:p w14:paraId="7A20F80F" w14:textId="77777777" w:rsidR="002D41F8" w:rsidRPr="009D34C5" w:rsidRDefault="002D41F8" w:rsidP="002D41F8">
      <w:r w:rsidRPr="009D34C5">
        <w:t>I want to be a servant a person who lives i</w:t>
      </w:r>
      <w:r w:rsidR="00EC2FFB" w:rsidRPr="009D34C5">
        <w:t>n your will</w:t>
      </w:r>
    </w:p>
    <w:p w14:paraId="5DD9497D" w14:textId="77777777" w:rsidR="00EC2FFB" w:rsidRPr="009D34C5" w:rsidRDefault="00EC2FFB" w:rsidP="002D41F8">
      <w:r w:rsidRPr="009D34C5">
        <w:t>And I want to make you known as your dream for my life is fulfilled</w:t>
      </w:r>
    </w:p>
    <w:p w14:paraId="73E52BC8" w14:textId="77777777" w:rsidR="00EC2FFB" w:rsidRPr="009D34C5" w:rsidRDefault="00EC2FFB" w:rsidP="002D41F8">
      <w:r w:rsidRPr="009D34C5">
        <w:t>So help me to truly hear you and in hearing you truly obey</w:t>
      </w:r>
    </w:p>
    <w:p w14:paraId="39CD7CA9" w14:textId="77777777" w:rsidR="005A07F5" w:rsidRPr="009D34C5" w:rsidRDefault="00823FB5" w:rsidP="002D41F8">
      <w:r>
        <w:t>I</w:t>
      </w:r>
      <w:r w:rsidR="00EC2FFB" w:rsidRPr="009D34C5">
        <w:t>n every swiftly passing hour every precious d</w:t>
      </w:r>
      <w:r w:rsidR="0056192A">
        <w:t xml:space="preserve">ay </w:t>
      </w:r>
      <w:r w:rsidR="00F72C53">
        <w:t>Give me a</w:t>
      </w:r>
    </w:p>
    <w:p w14:paraId="1B34338B" w14:textId="77777777" w:rsidR="002F5E58" w:rsidRPr="00FB01F5" w:rsidRDefault="00297317" w:rsidP="00297317">
      <w:pPr>
        <w:rPr>
          <w:b/>
          <w:i/>
        </w:rPr>
      </w:pPr>
      <w:r w:rsidRPr="009D34C5">
        <w:rPr>
          <w:b/>
          <w:i/>
        </w:rPr>
        <w:t>Repeat Chorus</w:t>
      </w:r>
    </w:p>
    <w:p w14:paraId="3CAA0E4C" w14:textId="77777777" w:rsidR="00297317" w:rsidRPr="0034496B" w:rsidRDefault="003C5042" w:rsidP="00297317">
      <w:r>
        <w:rPr>
          <w:b/>
        </w:rPr>
        <w:t>Bridge</w:t>
      </w:r>
    </w:p>
    <w:p w14:paraId="62F3594A" w14:textId="77777777" w:rsidR="0034496B" w:rsidRDefault="0034496B" w:rsidP="0034496B">
      <w:r>
        <w:t xml:space="preserve">Give me a heart to hear you </w:t>
      </w:r>
    </w:p>
    <w:p w14:paraId="2CB56A5D" w14:textId="77777777" w:rsidR="00840988" w:rsidRDefault="0034496B" w:rsidP="0034496B">
      <w:r w:rsidRPr="009D34C5">
        <w:t>Give me a heart to se</w:t>
      </w:r>
      <w:r>
        <w:t xml:space="preserve">e </w:t>
      </w:r>
    </w:p>
    <w:p w14:paraId="46BE3CA3" w14:textId="77777777" w:rsidR="0034496B" w:rsidRDefault="00840988" w:rsidP="0034496B">
      <w:r>
        <w:t>A</w:t>
      </w:r>
      <w:r w:rsidR="0034496B" w:rsidRPr="009D34C5">
        <w:t>ll that you want to do through me</w:t>
      </w:r>
      <w:r w:rsidR="0034496B">
        <w:t xml:space="preserve"> </w:t>
      </w:r>
    </w:p>
    <w:p w14:paraId="0B2924AA" w14:textId="77777777" w:rsidR="00823FB5" w:rsidRDefault="00823FB5" w:rsidP="0034496B">
      <w:pPr>
        <w:rPr>
          <w:b/>
          <w:i/>
        </w:rPr>
      </w:pPr>
    </w:p>
    <w:p w14:paraId="4470535E" w14:textId="77777777" w:rsidR="00840988" w:rsidRDefault="0034496B" w:rsidP="0034496B">
      <w:pPr>
        <w:rPr>
          <w:b/>
          <w:i/>
        </w:rPr>
      </w:pPr>
      <w:r w:rsidRPr="009D34C5">
        <w:rPr>
          <w:b/>
          <w:i/>
        </w:rPr>
        <w:t>Repeat Chorus</w:t>
      </w:r>
    </w:p>
    <w:p w14:paraId="243B0D2D" w14:textId="77777777" w:rsidR="0034496B" w:rsidRDefault="0034496B" w:rsidP="0034496B">
      <w:r>
        <w:t xml:space="preserve">Give me a Tender Sensitive Heart that I may hear your voice </w:t>
      </w:r>
    </w:p>
    <w:p w14:paraId="08752A87" w14:textId="77777777" w:rsidR="0034496B" w:rsidRPr="00823FB5" w:rsidRDefault="0034496B" w:rsidP="0034496B">
      <w:pPr>
        <w:rPr>
          <w:b/>
        </w:rPr>
      </w:pPr>
      <w:r>
        <w:t>Give me a Tender Sensitive Heart letting your wisdom guide my choice</w:t>
      </w:r>
    </w:p>
    <w:p w14:paraId="11ED32D8" w14:textId="77777777" w:rsidR="0034496B" w:rsidRDefault="0034496B" w:rsidP="0034496B">
      <w:r>
        <w:t xml:space="preserve">Moved by your slightest touch that I may know your way </w:t>
      </w:r>
    </w:p>
    <w:p w14:paraId="53C44BFA" w14:textId="77777777" w:rsidR="0034496B" w:rsidRDefault="0034496B" w:rsidP="0034496B">
      <w:r>
        <w:t>Gi</w:t>
      </w:r>
      <w:r w:rsidR="00574B64">
        <w:t>ve me a Tender Sensitive Heart</w:t>
      </w:r>
    </w:p>
    <w:p w14:paraId="2CA3A8E9" w14:textId="77777777" w:rsidR="00840988" w:rsidRDefault="00405550" w:rsidP="0034496B">
      <w:r>
        <w:t>Give me</w:t>
      </w:r>
      <w:r w:rsidR="0034496B">
        <w:t xml:space="preserve"> a </w:t>
      </w:r>
      <w:r w:rsidR="00840988">
        <w:t>Tender Sensitive Heart</w:t>
      </w:r>
    </w:p>
    <w:p w14:paraId="1D93CC7C" w14:textId="77777777" w:rsidR="0056192A" w:rsidRDefault="0034496B" w:rsidP="0034496B">
      <w:r>
        <w:t xml:space="preserve">Give me a Tender Sensitive Heart </w:t>
      </w:r>
    </w:p>
    <w:p w14:paraId="4A1882B8" w14:textId="77777777" w:rsidR="009D34C5" w:rsidRPr="0056192A" w:rsidRDefault="009D34C5" w:rsidP="009D34C5">
      <w:r>
        <w:t xml:space="preserve">             </w:t>
      </w:r>
    </w:p>
    <w:p w14:paraId="295BA63C" w14:textId="77777777" w:rsidR="00405550" w:rsidRPr="0034496B" w:rsidRDefault="003C5042" w:rsidP="00341C18">
      <w:pPr>
        <w:rPr>
          <w:b/>
          <w:i/>
        </w:rPr>
      </w:pPr>
      <w:r>
        <w:rPr>
          <w:b/>
          <w:i/>
        </w:rPr>
        <w:t>Coda/</w:t>
      </w:r>
      <w:r w:rsidR="00341C18" w:rsidRPr="009D34C5">
        <w:rPr>
          <w:b/>
          <w:i/>
        </w:rPr>
        <w:t>end</w:t>
      </w:r>
    </w:p>
    <w:p w14:paraId="3C051A06" w14:textId="77777777" w:rsidR="0034496B" w:rsidRPr="00823FB5" w:rsidRDefault="00405550" w:rsidP="00341C18">
      <w:proofErr w:type="gramStart"/>
      <w:r>
        <w:t>Jesus</w:t>
      </w:r>
      <w:proofErr w:type="gramEnd"/>
      <w:r>
        <w:t xml:space="preserve"> I </w:t>
      </w:r>
      <w:r w:rsidR="00823FB5">
        <w:t xml:space="preserve">pray </w:t>
      </w:r>
      <w:r w:rsidR="00574B64">
        <w:t xml:space="preserve">  </w:t>
      </w:r>
      <w:proofErr w:type="gramStart"/>
      <w:r w:rsidR="00823FB5">
        <w:t>ooh</w:t>
      </w:r>
      <w:r>
        <w:t xml:space="preserve"> </w:t>
      </w:r>
      <w:r w:rsidR="00574B64">
        <w:t xml:space="preserve"> I</w:t>
      </w:r>
      <w:proofErr w:type="gramEnd"/>
      <w:r w:rsidR="00574B64">
        <w:t xml:space="preserve"> love you </w:t>
      </w:r>
      <w:r w:rsidR="0032320C">
        <w:t xml:space="preserve"> </w:t>
      </w:r>
    </w:p>
    <w:p w14:paraId="2AC423EF" w14:textId="77777777" w:rsidR="00574B64" w:rsidRDefault="00CD70BC" w:rsidP="00341C18">
      <w:r>
        <w:t xml:space="preserve">Jesus I </w:t>
      </w:r>
      <w:r w:rsidR="00823FB5">
        <w:t>pray</w:t>
      </w:r>
      <w:r w:rsidR="00574B64">
        <w:t xml:space="preserve">   Lord  Love you</w:t>
      </w:r>
    </w:p>
    <w:p w14:paraId="41A353CD" w14:textId="77777777" w:rsidR="00574B64" w:rsidRDefault="00574B64" w:rsidP="00341C18"/>
    <w:p w14:paraId="31D2C05B" w14:textId="77777777" w:rsidR="0034496B" w:rsidRDefault="0034496B" w:rsidP="00341C18"/>
    <w:p w14:paraId="7D2A3793" w14:textId="77777777" w:rsidR="0034496B" w:rsidRDefault="0034496B" w:rsidP="00341C18"/>
    <w:p w14:paraId="57A2FE68" w14:textId="77777777" w:rsidR="0034496B" w:rsidRDefault="0034496B" w:rsidP="00341C18"/>
    <w:p w14:paraId="2306CD4D" w14:textId="77777777" w:rsidR="00823FB5" w:rsidRDefault="00823FB5" w:rsidP="00823FB5">
      <w:pPr>
        <w:rPr>
          <w:rFonts w:ascii="Garamond" w:hAnsi="Garamond"/>
          <w:sz w:val="22"/>
          <w:szCs w:val="22"/>
        </w:rPr>
      </w:pPr>
      <w:r w:rsidRPr="00823FB5">
        <w:rPr>
          <w:rFonts w:ascii="Garamond" w:hAnsi="Garamond"/>
          <w:b/>
          <w:sz w:val="22"/>
          <w:szCs w:val="22"/>
        </w:rPr>
        <w:t xml:space="preserve">© </w:t>
      </w:r>
      <w:r w:rsidRPr="00823FB5">
        <w:rPr>
          <w:rFonts w:ascii="Garamond" w:hAnsi="Garamond"/>
          <w:sz w:val="22"/>
          <w:szCs w:val="22"/>
        </w:rPr>
        <w:t>1994 Safe Place Music/ASCAP</w:t>
      </w:r>
    </w:p>
    <w:p w14:paraId="56FEBD91" w14:textId="77777777" w:rsidR="00823FB5" w:rsidRPr="00823FB5" w:rsidRDefault="00823FB5" w:rsidP="00823FB5">
      <w:pPr>
        <w:rPr>
          <w:rFonts w:ascii="Garamond" w:hAnsi="Garamond"/>
          <w:b/>
        </w:rPr>
      </w:pPr>
      <w:r w:rsidRPr="00823FB5">
        <w:rPr>
          <w:rFonts w:ascii="Garamond" w:hAnsi="Garamond"/>
          <w:sz w:val="22"/>
          <w:szCs w:val="22"/>
        </w:rPr>
        <w:t xml:space="preserve">© 1994 </w:t>
      </w:r>
      <w:proofErr w:type="spellStart"/>
      <w:r w:rsidRPr="00823FB5">
        <w:rPr>
          <w:rFonts w:ascii="Garamond" w:hAnsi="Garamond"/>
          <w:sz w:val="22"/>
          <w:szCs w:val="22"/>
        </w:rPr>
        <w:t>Ariose</w:t>
      </w:r>
      <w:proofErr w:type="spellEnd"/>
      <w:r w:rsidRPr="00823FB5">
        <w:rPr>
          <w:rFonts w:ascii="Garamond" w:hAnsi="Garamond"/>
          <w:sz w:val="22"/>
          <w:szCs w:val="22"/>
        </w:rPr>
        <w:t xml:space="preserve"> Music / ASCAP/a </w:t>
      </w:r>
      <w:proofErr w:type="spellStart"/>
      <w:r w:rsidRPr="00823FB5">
        <w:rPr>
          <w:rFonts w:ascii="Garamond" w:hAnsi="Garamond"/>
          <w:sz w:val="22"/>
          <w:szCs w:val="22"/>
        </w:rPr>
        <w:t>div.EMI</w:t>
      </w:r>
      <w:proofErr w:type="spellEnd"/>
      <w:r w:rsidRPr="00823FB5">
        <w:rPr>
          <w:rFonts w:ascii="Garamond" w:hAnsi="Garamond"/>
          <w:sz w:val="22"/>
          <w:szCs w:val="22"/>
        </w:rPr>
        <w:t>-Christian Music Publ.</w:t>
      </w:r>
    </w:p>
    <w:p w14:paraId="05BB3F2B" w14:textId="77777777" w:rsidR="0034496B" w:rsidRDefault="0034496B" w:rsidP="00341C18"/>
    <w:p w14:paraId="7B72FFC7" w14:textId="77777777" w:rsidR="00CD70BC" w:rsidRDefault="00CD70BC" w:rsidP="00341C18"/>
    <w:p w14:paraId="05CB671D" w14:textId="77777777" w:rsidR="003C5042" w:rsidRDefault="003C5042" w:rsidP="003C5042"/>
    <w:p w14:paraId="673F73B6" w14:textId="77777777" w:rsidR="003C5042" w:rsidRPr="00823FB5" w:rsidRDefault="003C5042" w:rsidP="003C5042">
      <w:pPr>
        <w:rPr>
          <w:rFonts w:ascii="Garamond" w:hAnsi="Garamond"/>
          <w:sz w:val="20"/>
        </w:rPr>
      </w:pPr>
      <w:r>
        <w:t xml:space="preserve"> </w:t>
      </w:r>
    </w:p>
    <w:p w14:paraId="08470575" w14:textId="77777777" w:rsidR="003C5042" w:rsidRPr="000F2BDE" w:rsidRDefault="003C5042" w:rsidP="003C5042">
      <w:pPr>
        <w:rPr>
          <w:rFonts w:ascii="Garamond" w:hAnsi="Garamond"/>
          <w:b/>
        </w:rPr>
      </w:pPr>
    </w:p>
    <w:p w14:paraId="27A9020B" w14:textId="77777777" w:rsidR="00B80C16" w:rsidRPr="00B80C16" w:rsidRDefault="00B80C16" w:rsidP="00B80C16">
      <w:pPr>
        <w:rPr>
          <w:b/>
        </w:rPr>
      </w:pPr>
    </w:p>
    <w:p w14:paraId="19C01DBD" w14:textId="77777777" w:rsidR="009D34C5" w:rsidRDefault="009D34C5" w:rsidP="009D34C5"/>
    <w:p w14:paraId="7A41A8E8" w14:textId="77777777" w:rsidR="009D34C5" w:rsidRDefault="00341C18" w:rsidP="009D34C5">
      <w:r>
        <w:t xml:space="preserve"> </w:t>
      </w:r>
    </w:p>
    <w:p w14:paraId="43F9D6E6" w14:textId="77777777" w:rsidR="00297317" w:rsidRPr="000F2BDE" w:rsidRDefault="00297317" w:rsidP="00973E27">
      <w:pPr>
        <w:rPr>
          <w:rFonts w:ascii="Garamond" w:hAnsi="Garamond"/>
          <w:b/>
        </w:rPr>
      </w:pPr>
    </w:p>
    <w:sectPr w:rsidR="00297317" w:rsidRPr="000F2BDE" w:rsidSect="00E913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1A2AD" w14:textId="77777777" w:rsidR="00596172" w:rsidRDefault="00596172">
      <w:r>
        <w:separator/>
      </w:r>
    </w:p>
  </w:endnote>
  <w:endnote w:type="continuationSeparator" w:id="0">
    <w:p w14:paraId="0F9B600A" w14:textId="77777777" w:rsidR="00596172" w:rsidRDefault="00596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253A8" w14:textId="77777777" w:rsidR="00340178" w:rsidRDefault="003401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E67FD" w14:textId="77777777" w:rsidR="00340178" w:rsidRPr="0044075F" w:rsidRDefault="00340178" w:rsidP="006F6846">
    <w:pPr>
      <w:jc w:val="center"/>
      <w:rPr>
        <w:rFonts w:ascii="Garamond" w:hAnsi="Garamond"/>
        <w:b/>
        <w:sz w:val="18"/>
        <w:szCs w:val="18"/>
      </w:rPr>
    </w:pPr>
    <w:r>
      <w:rPr>
        <w:rFonts w:ascii="Garamond" w:hAnsi="Garamond"/>
        <w:b/>
        <w:sz w:val="18"/>
        <w:szCs w:val="18"/>
      </w:rPr>
      <w:t xml:space="preserve"> </w:t>
    </w:r>
  </w:p>
  <w:p w14:paraId="65084C7E" w14:textId="77777777" w:rsidR="00340178" w:rsidRDefault="00340178" w:rsidP="006F6846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FB6F0" w14:textId="77777777" w:rsidR="00340178" w:rsidRDefault="003401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50C43" w14:textId="77777777" w:rsidR="00596172" w:rsidRDefault="00596172">
      <w:r>
        <w:separator/>
      </w:r>
    </w:p>
  </w:footnote>
  <w:footnote w:type="continuationSeparator" w:id="0">
    <w:p w14:paraId="2E058FAD" w14:textId="77777777" w:rsidR="00596172" w:rsidRDefault="005961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E349C" w14:textId="77777777" w:rsidR="00340178" w:rsidRDefault="00340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40675" w14:textId="77777777" w:rsidR="00340178" w:rsidRDefault="00340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73837" w14:textId="77777777" w:rsidR="00340178" w:rsidRDefault="003401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E73A7"/>
    <w:multiLevelType w:val="hybridMultilevel"/>
    <w:tmpl w:val="40A699C4"/>
    <w:lvl w:ilvl="0" w:tplc="0409000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1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14130" w:hanging="360"/>
      </w:pPr>
      <w:rPr>
        <w:rFonts w:ascii="Wingdings" w:hAnsi="Wingdings" w:hint="default"/>
      </w:rPr>
    </w:lvl>
  </w:abstractNum>
  <w:num w:numId="1" w16cid:durableId="287468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F27"/>
    <w:rsid w:val="00022630"/>
    <w:rsid w:val="00050153"/>
    <w:rsid w:val="000A29FD"/>
    <w:rsid w:val="000B4E80"/>
    <w:rsid w:val="000B5099"/>
    <w:rsid w:val="000D6E71"/>
    <w:rsid w:val="000F2BDE"/>
    <w:rsid w:val="0010464A"/>
    <w:rsid w:val="00105186"/>
    <w:rsid w:val="00112C0E"/>
    <w:rsid w:val="00120BAB"/>
    <w:rsid w:val="00131865"/>
    <w:rsid w:val="00134FCF"/>
    <w:rsid w:val="0015337C"/>
    <w:rsid w:val="001608A8"/>
    <w:rsid w:val="0017072A"/>
    <w:rsid w:val="00171D1C"/>
    <w:rsid w:val="0019014F"/>
    <w:rsid w:val="001C5A6E"/>
    <w:rsid w:val="001E583A"/>
    <w:rsid w:val="001E61F5"/>
    <w:rsid w:val="0021779B"/>
    <w:rsid w:val="00242F70"/>
    <w:rsid w:val="002473EC"/>
    <w:rsid w:val="002561F6"/>
    <w:rsid w:val="0028566C"/>
    <w:rsid w:val="00297317"/>
    <w:rsid w:val="002A0875"/>
    <w:rsid w:val="002B011C"/>
    <w:rsid w:val="002B70DE"/>
    <w:rsid w:val="002C3D6B"/>
    <w:rsid w:val="002D41F8"/>
    <w:rsid w:val="002F27F2"/>
    <w:rsid w:val="002F5E58"/>
    <w:rsid w:val="002F7FB7"/>
    <w:rsid w:val="00311D5C"/>
    <w:rsid w:val="0032320C"/>
    <w:rsid w:val="00340178"/>
    <w:rsid w:val="00341C18"/>
    <w:rsid w:val="0034496B"/>
    <w:rsid w:val="00345B13"/>
    <w:rsid w:val="00346BB3"/>
    <w:rsid w:val="003A42E8"/>
    <w:rsid w:val="003B13BB"/>
    <w:rsid w:val="003C5042"/>
    <w:rsid w:val="003D73C2"/>
    <w:rsid w:val="003F4959"/>
    <w:rsid w:val="00405550"/>
    <w:rsid w:val="00410C5D"/>
    <w:rsid w:val="00432055"/>
    <w:rsid w:val="004362DC"/>
    <w:rsid w:val="00436C8C"/>
    <w:rsid w:val="0044075F"/>
    <w:rsid w:val="00440B42"/>
    <w:rsid w:val="00450FF3"/>
    <w:rsid w:val="00457BDA"/>
    <w:rsid w:val="00460591"/>
    <w:rsid w:val="00460882"/>
    <w:rsid w:val="00463F69"/>
    <w:rsid w:val="00467434"/>
    <w:rsid w:val="004A66EB"/>
    <w:rsid w:val="004D1F69"/>
    <w:rsid w:val="00501823"/>
    <w:rsid w:val="00501CB5"/>
    <w:rsid w:val="00542A0F"/>
    <w:rsid w:val="005463A0"/>
    <w:rsid w:val="00552AB1"/>
    <w:rsid w:val="00553604"/>
    <w:rsid w:val="0056192A"/>
    <w:rsid w:val="00574B64"/>
    <w:rsid w:val="00596172"/>
    <w:rsid w:val="005961EB"/>
    <w:rsid w:val="005A07F5"/>
    <w:rsid w:val="005D2731"/>
    <w:rsid w:val="00624944"/>
    <w:rsid w:val="006455EA"/>
    <w:rsid w:val="00673C3A"/>
    <w:rsid w:val="006C5140"/>
    <w:rsid w:val="006F20D2"/>
    <w:rsid w:val="006F6846"/>
    <w:rsid w:val="006F68F0"/>
    <w:rsid w:val="006F6ED5"/>
    <w:rsid w:val="00702652"/>
    <w:rsid w:val="00710207"/>
    <w:rsid w:val="00725F97"/>
    <w:rsid w:val="007A3697"/>
    <w:rsid w:val="007B00CB"/>
    <w:rsid w:val="007C0F6F"/>
    <w:rsid w:val="007D276B"/>
    <w:rsid w:val="007D3F27"/>
    <w:rsid w:val="007F76B1"/>
    <w:rsid w:val="00823FB5"/>
    <w:rsid w:val="00840988"/>
    <w:rsid w:val="008410B5"/>
    <w:rsid w:val="0084126F"/>
    <w:rsid w:val="00846BC8"/>
    <w:rsid w:val="00847A5D"/>
    <w:rsid w:val="00867C19"/>
    <w:rsid w:val="00881AAD"/>
    <w:rsid w:val="008A0B1B"/>
    <w:rsid w:val="008A718E"/>
    <w:rsid w:val="008D75E1"/>
    <w:rsid w:val="00922B85"/>
    <w:rsid w:val="00935173"/>
    <w:rsid w:val="00973E27"/>
    <w:rsid w:val="00983999"/>
    <w:rsid w:val="00996C9A"/>
    <w:rsid w:val="009D34C5"/>
    <w:rsid w:val="009E0BC9"/>
    <w:rsid w:val="009E2B48"/>
    <w:rsid w:val="00A21218"/>
    <w:rsid w:val="00A35662"/>
    <w:rsid w:val="00A52B53"/>
    <w:rsid w:val="00A878D1"/>
    <w:rsid w:val="00AB3E29"/>
    <w:rsid w:val="00AC544A"/>
    <w:rsid w:val="00AD3885"/>
    <w:rsid w:val="00B078D8"/>
    <w:rsid w:val="00B71AB3"/>
    <w:rsid w:val="00B80C16"/>
    <w:rsid w:val="00B958B9"/>
    <w:rsid w:val="00BA3B2B"/>
    <w:rsid w:val="00BB78B0"/>
    <w:rsid w:val="00BD1051"/>
    <w:rsid w:val="00BD2490"/>
    <w:rsid w:val="00C01204"/>
    <w:rsid w:val="00C326DB"/>
    <w:rsid w:val="00C50A53"/>
    <w:rsid w:val="00C53885"/>
    <w:rsid w:val="00C6015C"/>
    <w:rsid w:val="00C67FAA"/>
    <w:rsid w:val="00C707DC"/>
    <w:rsid w:val="00C971C1"/>
    <w:rsid w:val="00CA2DCD"/>
    <w:rsid w:val="00CA38A5"/>
    <w:rsid w:val="00CC0F1A"/>
    <w:rsid w:val="00CD70BC"/>
    <w:rsid w:val="00CE4C6B"/>
    <w:rsid w:val="00D03F58"/>
    <w:rsid w:val="00D06037"/>
    <w:rsid w:val="00D25AE5"/>
    <w:rsid w:val="00D37AAD"/>
    <w:rsid w:val="00D575B1"/>
    <w:rsid w:val="00D80376"/>
    <w:rsid w:val="00D85127"/>
    <w:rsid w:val="00D918B4"/>
    <w:rsid w:val="00DB0D42"/>
    <w:rsid w:val="00DF154C"/>
    <w:rsid w:val="00E05D2F"/>
    <w:rsid w:val="00E1109F"/>
    <w:rsid w:val="00E1244D"/>
    <w:rsid w:val="00E40AD3"/>
    <w:rsid w:val="00E6783C"/>
    <w:rsid w:val="00E8756E"/>
    <w:rsid w:val="00E90E85"/>
    <w:rsid w:val="00E913DB"/>
    <w:rsid w:val="00EA43FC"/>
    <w:rsid w:val="00EB5192"/>
    <w:rsid w:val="00EC2FFB"/>
    <w:rsid w:val="00F012B8"/>
    <w:rsid w:val="00F12488"/>
    <w:rsid w:val="00F21E9F"/>
    <w:rsid w:val="00F72C53"/>
    <w:rsid w:val="00FB01F5"/>
    <w:rsid w:val="00FB0476"/>
    <w:rsid w:val="00FB6D5E"/>
    <w:rsid w:val="00FC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288EA"/>
  <w15:docId w15:val="{CF481593-D26E-474E-84C6-0F700D32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13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F68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684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2D41F8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C707D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707DC"/>
  </w:style>
  <w:style w:type="character" w:styleId="FootnoteReference">
    <w:name w:val="footnote reference"/>
    <w:basedOn w:val="DefaultParagraphFont"/>
    <w:rsid w:val="00C707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ele\Documents\Char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A9436-4501-C04A-BA1E-24AEBEF5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C:\Users\Michele\Documents\Chart Template.dot</Template>
  <TotalTime>7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Hungry</vt:lpstr>
    </vt:vector>
  </TitlesOfParts>
  <Company>CVCC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Hungry</dc:title>
  <dc:creator>Michele</dc:creator>
  <cp:lastModifiedBy>Michele Jacobsen</cp:lastModifiedBy>
  <cp:revision>5</cp:revision>
  <cp:lastPrinted>2006-07-05T14:26:00Z</cp:lastPrinted>
  <dcterms:created xsi:type="dcterms:W3CDTF">2012-05-25T23:39:00Z</dcterms:created>
  <dcterms:modified xsi:type="dcterms:W3CDTF">2025-11-15T21:38:00Z</dcterms:modified>
</cp:coreProperties>
</file>